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2F4CF2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A354AD" w:rsidRPr="00A354AD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HW116</w:t>
                        </w:r>
                        <w:r w:rsidR="00A354AD">
                          <w:rPr>
                            <w:noProof/>
                          </w:rPr>
                          <w:t>_Triangles+Area&amp;Perimeter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354A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Wed, 11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A354AD" w:rsidRDefault="00A354AD"/>
    <w:tbl>
      <w:tblPr>
        <w:tblStyle w:val="TableGrid"/>
        <w:tblW w:w="10818" w:type="dxa"/>
        <w:tblLook w:val="04A0"/>
      </w:tblPr>
      <w:tblGrid>
        <w:gridCol w:w="1818"/>
        <w:gridCol w:w="2520"/>
        <w:gridCol w:w="3330"/>
        <w:gridCol w:w="3150"/>
      </w:tblGrid>
      <w:tr w:rsidR="00C46110" w:rsidRPr="009004F6" w:rsidTr="00C46110">
        <w:tc>
          <w:tcPr>
            <w:tcW w:w="1818" w:type="dxa"/>
          </w:tcPr>
          <w:p w:rsidR="00C46110" w:rsidRPr="009004F6" w:rsidRDefault="00C46110" w:rsidP="00C46110">
            <w:pPr>
              <w:rPr>
                <w:b/>
              </w:rPr>
            </w:pPr>
            <w:r>
              <w:rPr>
                <w:b/>
              </w:rPr>
              <w:t>Right Triangle Method:</w:t>
            </w:r>
          </w:p>
        </w:tc>
        <w:tc>
          <w:tcPr>
            <w:tcW w:w="2520" w:type="dxa"/>
          </w:tcPr>
          <w:p w:rsidR="00C46110" w:rsidRPr="00A354AD" w:rsidRDefault="00C46110" w:rsidP="00C46110">
            <w:r>
              <w:rPr>
                <w:b/>
              </w:rPr>
              <w:t xml:space="preserve">What’s the </w:t>
            </w:r>
            <w:r>
              <w:rPr>
                <w:b/>
                <w:u w:val="single"/>
              </w:rPr>
              <w:t>goal</w:t>
            </w:r>
            <w:r>
              <w:rPr>
                <w:b/>
              </w:rPr>
              <w:t>?</w:t>
            </w:r>
            <w:r>
              <w:t xml:space="preserve"> (What can you find with this?)</w:t>
            </w:r>
          </w:p>
        </w:tc>
        <w:tc>
          <w:tcPr>
            <w:tcW w:w="3330" w:type="dxa"/>
          </w:tcPr>
          <w:p w:rsidR="00C46110" w:rsidRPr="00A354AD" w:rsidRDefault="00C46110" w:rsidP="00C46110">
            <w:r>
              <w:rPr>
                <w:b/>
              </w:rPr>
              <w:t xml:space="preserve">What is </w:t>
            </w:r>
            <w:r>
              <w:rPr>
                <w:b/>
                <w:u w:val="single"/>
              </w:rPr>
              <w:t>required</w:t>
            </w:r>
            <w:r>
              <w:rPr>
                <w:b/>
              </w:rPr>
              <w:t>?</w:t>
            </w:r>
            <w:r>
              <w:t xml:space="preserve"> (What givens do you need to use this method?)</w:t>
            </w:r>
          </w:p>
        </w:tc>
        <w:tc>
          <w:tcPr>
            <w:tcW w:w="3150" w:type="dxa"/>
          </w:tcPr>
          <w:p w:rsidR="00C46110" w:rsidRPr="00C46110" w:rsidRDefault="00C46110" w:rsidP="00C46110">
            <w:r>
              <w:rPr>
                <w:b/>
                <w:u w:val="single"/>
              </w:rPr>
              <w:t>Analyze it</w:t>
            </w:r>
            <w:r>
              <w:rPr>
                <w:b/>
              </w:rPr>
              <w:t xml:space="preserve">. </w:t>
            </w:r>
            <w:r>
              <w:t>(What is the method? Demonstrate.)</w:t>
            </w:r>
          </w:p>
        </w:tc>
      </w:tr>
      <w:tr w:rsidR="00C46110" w:rsidRPr="009004F6" w:rsidTr="00C46110">
        <w:tc>
          <w:tcPr>
            <w:tcW w:w="1818" w:type="dxa"/>
          </w:tcPr>
          <w:p w:rsidR="00C46110" w:rsidRPr="00A354AD" w:rsidRDefault="00C46110" w:rsidP="00C46110">
            <w:pPr>
              <w:rPr>
                <w:b/>
              </w:rPr>
            </w:pPr>
            <w:r w:rsidRPr="00A354AD">
              <w:rPr>
                <w:b/>
              </w:rPr>
              <w:t>Pythagorean Theorem</w:t>
            </w:r>
          </w:p>
        </w:tc>
        <w:tc>
          <w:tcPr>
            <w:tcW w:w="2520" w:type="dxa"/>
          </w:tcPr>
          <w:p w:rsidR="00C46110" w:rsidRDefault="00C46110" w:rsidP="00C46110"/>
        </w:tc>
        <w:tc>
          <w:tcPr>
            <w:tcW w:w="3330" w:type="dxa"/>
          </w:tcPr>
          <w:p w:rsidR="00C46110" w:rsidRPr="009004F6" w:rsidRDefault="00C46110" w:rsidP="00C46110"/>
        </w:tc>
        <w:tc>
          <w:tcPr>
            <w:tcW w:w="3150" w:type="dxa"/>
          </w:tcPr>
          <w:p w:rsidR="00C46110" w:rsidRDefault="00C46110" w:rsidP="00C46110">
            <w:pPr>
              <w:spacing w:line="480" w:lineRule="auto"/>
            </w:pPr>
          </w:p>
          <w:p w:rsidR="00C46110" w:rsidRPr="009004F6" w:rsidRDefault="00C46110" w:rsidP="00C46110"/>
        </w:tc>
      </w:tr>
      <w:tr w:rsidR="00C46110" w:rsidRPr="009004F6" w:rsidTr="00C46110">
        <w:tc>
          <w:tcPr>
            <w:tcW w:w="1818" w:type="dxa"/>
          </w:tcPr>
          <w:p w:rsidR="00C46110" w:rsidRDefault="00C46110" w:rsidP="00690109">
            <w:r w:rsidRPr="00A354AD">
              <w:rPr>
                <w:b/>
              </w:rPr>
              <w:t>Pythagorean triples</w:t>
            </w:r>
            <w:r w:rsidR="00690109">
              <w:rPr>
                <w:b/>
              </w:rPr>
              <w:t xml:space="preserve"> </w:t>
            </w:r>
            <w:r w:rsidR="00690109">
              <w:rPr>
                <w:i/>
              </w:rPr>
              <w:t>(Give at least 2 – bonus if you give first 4)</w:t>
            </w:r>
          </w:p>
        </w:tc>
        <w:tc>
          <w:tcPr>
            <w:tcW w:w="2520" w:type="dxa"/>
          </w:tcPr>
          <w:p w:rsidR="00C46110" w:rsidRDefault="00C46110" w:rsidP="00C46110"/>
        </w:tc>
        <w:tc>
          <w:tcPr>
            <w:tcW w:w="3330" w:type="dxa"/>
          </w:tcPr>
          <w:p w:rsidR="00C46110" w:rsidRDefault="00C46110" w:rsidP="00C46110"/>
        </w:tc>
        <w:tc>
          <w:tcPr>
            <w:tcW w:w="3150" w:type="dxa"/>
          </w:tcPr>
          <w:p w:rsidR="00C46110" w:rsidRDefault="00C46110" w:rsidP="00C46110">
            <w:pPr>
              <w:spacing w:line="480" w:lineRule="auto"/>
            </w:pPr>
          </w:p>
          <w:p w:rsidR="00C46110" w:rsidRDefault="00C46110" w:rsidP="00C46110"/>
        </w:tc>
      </w:tr>
      <w:tr w:rsidR="00C46110" w:rsidRPr="009004F6" w:rsidTr="00C46110">
        <w:tc>
          <w:tcPr>
            <w:tcW w:w="1818" w:type="dxa"/>
          </w:tcPr>
          <w:p w:rsidR="00C46110" w:rsidRPr="009004F6" w:rsidRDefault="00C46110" w:rsidP="00C46110">
            <w:r w:rsidRPr="00A354AD">
              <w:rPr>
                <w:b/>
              </w:rPr>
              <w:t>Special right triangle ratios</w:t>
            </w:r>
            <w:r>
              <w:t xml:space="preserve"> </w:t>
            </w:r>
          </w:p>
        </w:tc>
        <w:tc>
          <w:tcPr>
            <w:tcW w:w="2520" w:type="dxa"/>
          </w:tcPr>
          <w:p w:rsidR="00C46110" w:rsidRDefault="00C46110" w:rsidP="00C46110"/>
        </w:tc>
        <w:tc>
          <w:tcPr>
            <w:tcW w:w="3330" w:type="dxa"/>
          </w:tcPr>
          <w:p w:rsidR="00C46110" w:rsidRDefault="00C46110" w:rsidP="00C46110"/>
        </w:tc>
        <w:tc>
          <w:tcPr>
            <w:tcW w:w="3150" w:type="dxa"/>
          </w:tcPr>
          <w:p w:rsidR="00C46110" w:rsidRDefault="00C46110" w:rsidP="00C46110">
            <w:pPr>
              <w:spacing w:line="480" w:lineRule="auto"/>
            </w:pPr>
          </w:p>
          <w:p w:rsidR="00C46110" w:rsidRDefault="00C46110" w:rsidP="00C46110"/>
        </w:tc>
      </w:tr>
      <w:tr w:rsidR="00C46110" w:rsidRPr="009004F6" w:rsidTr="00C46110">
        <w:tc>
          <w:tcPr>
            <w:tcW w:w="1818" w:type="dxa"/>
          </w:tcPr>
          <w:p w:rsidR="00C46110" w:rsidRPr="00A354AD" w:rsidRDefault="00C46110" w:rsidP="00C46110">
            <w:pPr>
              <w:spacing w:line="480" w:lineRule="auto"/>
            </w:pPr>
            <w:r w:rsidRPr="00A354AD">
              <w:rPr>
                <w:b/>
              </w:rPr>
              <w:t>Trig ratios</w:t>
            </w:r>
            <w:r>
              <w:t xml:space="preserve"> </w:t>
            </w:r>
          </w:p>
        </w:tc>
        <w:tc>
          <w:tcPr>
            <w:tcW w:w="2520" w:type="dxa"/>
          </w:tcPr>
          <w:p w:rsidR="00C46110" w:rsidRDefault="00C46110" w:rsidP="00C46110"/>
        </w:tc>
        <w:tc>
          <w:tcPr>
            <w:tcW w:w="3330" w:type="dxa"/>
          </w:tcPr>
          <w:p w:rsidR="00C46110" w:rsidRDefault="00C46110" w:rsidP="00C46110"/>
        </w:tc>
        <w:tc>
          <w:tcPr>
            <w:tcW w:w="3150" w:type="dxa"/>
          </w:tcPr>
          <w:p w:rsidR="00C46110" w:rsidRDefault="00C46110" w:rsidP="00C46110">
            <w:pPr>
              <w:spacing w:line="480" w:lineRule="auto"/>
            </w:pPr>
          </w:p>
          <w:p w:rsidR="00C46110" w:rsidRDefault="00C46110" w:rsidP="00C46110"/>
        </w:tc>
      </w:tr>
      <w:tr w:rsidR="00C46110" w:rsidRPr="009004F6" w:rsidTr="00C46110">
        <w:tc>
          <w:tcPr>
            <w:tcW w:w="1818" w:type="dxa"/>
          </w:tcPr>
          <w:p w:rsidR="00C46110" w:rsidRPr="00A354AD" w:rsidRDefault="00C46110" w:rsidP="00C46110">
            <w:pPr>
              <w:spacing w:line="480" w:lineRule="auto"/>
              <w:rPr>
                <w:b/>
              </w:rPr>
            </w:pPr>
            <w:r w:rsidRPr="00A354AD">
              <w:rPr>
                <w:b/>
              </w:rPr>
              <w:t>Inverse trig</w:t>
            </w:r>
          </w:p>
        </w:tc>
        <w:tc>
          <w:tcPr>
            <w:tcW w:w="2520" w:type="dxa"/>
          </w:tcPr>
          <w:p w:rsidR="00C46110" w:rsidRDefault="00C46110" w:rsidP="00C46110"/>
        </w:tc>
        <w:tc>
          <w:tcPr>
            <w:tcW w:w="3330" w:type="dxa"/>
          </w:tcPr>
          <w:p w:rsidR="00C46110" w:rsidRDefault="00C46110" w:rsidP="00C46110"/>
        </w:tc>
        <w:tc>
          <w:tcPr>
            <w:tcW w:w="3150" w:type="dxa"/>
          </w:tcPr>
          <w:p w:rsidR="00C46110" w:rsidRDefault="00C46110" w:rsidP="00C46110">
            <w:pPr>
              <w:spacing w:line="480" w:lineRule="auto"/>
            </w:pPr>
          </w:p>
          <w:p w:rsidR="00C46110" w:rsidRDefault="00C46110" w:rsidP="00C46110"/>
        </w:tc>
      </w:tr>
    </w:tbl>
    <w:p w:rsidR="004A1C66" w:rsidRDefault="004A1C66"/>
    <w:p w:rsidR="00D3287D" w:rsidRPr="00497C6A" w:rsidRDefault="00D3287D" w:rsidP="00497C6A">
      <w:pPr>
        <w:rPr>
          <w:b/>
        </w:rPr>
      </w:pPr>
      <w:r w:rsidRPr="00497C6A">
        <w:rPr>
          <w:b/>
        </w:rPr>
        <w:t>Fill in the table with the appropriate values for each of the given triangles.</w:t>
      </w:r>
    </w:p>
    <w:p w:rsidR="00497C6A" w:rsidRDefault="00497C6A" w:rsidP="00D3287D">
      <w:pPr>
        <w:pStyle w:val="ListParagraph"/>
        <w:numPr>
          <w:ilvl w:val="0"/>
          <w:numId w:val="5"/>
        </w:numPr>
      </w:pPr>
    </w:p>
    <w:p w:rsidR="00D3287D" w:rsidRDefault="00497C6A" w:rsidP="00D3287D">
      <w:r>
        <w:rPr>
          <w:noProof/>
        </w:rPr>
        <w:pict>
          <v:group id="_x0000_s1043" style="position:absolute;margin-left:9.55pt;margin-top:3.45pt;width:307.05pt;height:90.05pt;z-index:251713536" coordorigin="1239,7833" coordsize="6141,1801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32" o:spid="_x0000_s1033" type="#_x0000_t6" style="position:absolute;left:1800;top:7833;width:5580;height:1620;visibility:visible;mso-width-relative:margin;mso-height-relative:margin;v-text-anchor:middle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" fillcolor="#4f81bd [3204]" strokecolor="black [3213]">
              <v:fill opacity="15728f" color2="#a7bfde [1620]" rotate="t" colors="0 #3f80cd;655f #9bc1ff" type="gradient">
                <o:fill v:ext="view" type="gradientUnscaled"/>
              </v:fill>
              <v:shadow on="t" opacity="22937f" origin=",.5" offset="0,.63889mm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34" type="#_x0000_t202" style="position:absolute;left:1696;top:7904;width:620;height:540;visibility:visible;mso-wrap-style:none;mso-height-relative:margin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" filled="f" stroked="f">
              <v:textbox>
                <w:txbxContent>
                  <w:p w:rsidR="00D3287D" w:rsidRDefault="00D3287D" w:rsidP="00D3287D">
                    <w:r>
                      <w:t>60</w:t>
                    </w:r>
                    <w:r w:rsidRPr="00FB4300">
                      <w:rPr>
                        <w:rFonts w:ascii="Lucida Grande" w:hAnsi="Lucida Grande" w:cs="Lucida Grande"/>
                        <w:b/>
                        <w:color w:val="000000"/>
                      </w:rPr>
                      <w:t>°</w:t>
                    </w:r>
                  </w:p>
                </w:txbxContent>
              </v:textbox>
            </v:shape>
            <v:shape id="Text Box 34" o:spid="_x0000_s1035" type="#_x0000_t202" style="position:absolute;left:5940;top:9094;width:620;height:540;visibility:visible;mso-wrap-style:none;mso-height-relative:margin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" filled="f" stroked="f">
              <v:textbox>
                <w:txbxContent>
                  <w:p w:rsidR="00D3287D" w:rsidRDefault="00D3287D" w:rsidP="00D3287D">
                    <w:r>
                      <w:t>30</w:t>
                    </w:r>
                    <w:r w:rsidRPr="00FB4300">
                      <w:rPr>
                        <w:rFonts w:ascii="Lucida Grande" w:hAnsi="Lucida Grande" w:cs="Lucida Grande"/>
                        <w:b/>
                        <w:color w:val="000000"/>
                      </w:rPr>
                      <w:t>°</w:t>
                    </w:r>
                  </w:p>
                </w:txbxContent>
              </v:textbox>
            </v:shape>
            <v:shape id="Text Box 36" o:spid="_x0000_s1036" type="#_x0000_t202" style="position:absolute;left:1239;top:8444;width:699;height:491;visibility:visible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" filled="f" stroked="f">
              <v:textbox>
                <w:txbxContent>
                  <w:p w:rsidR="00D3287D" w:rsidRDefault="00D3287D" w:rsidP="00D3287D">
                    <w:r>
                      <w:t>12</w:t>
                    </w:r>
                  </w:p>
                </w:txbxContent>
              </v:textbox>
            </v:shape>
          </v:group>
        </w:pict>
      </w:r>
    </w:p>
    <w:tbl>
      <w:tblPr>
        <w:tblStyle w:val="TableGrid"/>
        <w:tblpPr w:leftFromText="180" w:rightFromText="180" w:vertAnchor="page" w:horzAnchor="margin" w:tblpXSpec="right" w:tblpY="7471"/>
        <w:tblW w:w="0" w:type="auto"/>
        <w:tblLook w:val="04A0"/>
      </w:tblPr>
      <w:tblGrid>
        <w:gridCol w:w="1522"/>
        <w:gridCol w:w="1522"/>
        <w:gridCol w:w="1530"/>
        <w:gridCol w:w="1579"/>
      </w:tblGrid>
      <w:tr w:rsidR="00D3287D" w:rsidTr="00214505">
        <w:trPr>
          <w:trHeight w:val="262"/>
        </w:trPr>
        <w:tc>
          <w:tcPr>
            <w:tcW w:w="1522" w:type="dxa"/>
          </w:tcPr>
          <w:p w:rsidR="00D3287D" w:rsidRPr="00B20535" w:rsidRDefault="00D3287D" w:rsidP="00214505">
            <w:pPr>
              <w:pStyle w:val="ListParagraph"/>
              <w:ind w:left="0"/>
              <w:rPr>
                <w:b/>
                <w:i/>
              </w:rPr>
            </w:pPr>
            <w:r>
              <w:rPr>
                <w:b/>
                <w:i/>
              </w:rPr>
              <w:t>Side:</w:t>
            </w:r>
          </w:p>
        </w:tc>
        <w:tc>
          <w:tcPr>
            <w:tcW w:w="1522" w:type="dxa"/>
          </w:tcPr>
          <w:p w:rsidR="00D3287D" w:rsidRDefault="00D3287D" w:rsidP="00214505">
            <w:pPr>
              <w:pStyle w:val="ListParagraph"/>
              <w:tabs>
                <w:tab w:val="left" w:pos="1275"/>
              </w:tabs>
              <w:ind w:left="0"/>
            </w:pPr>
          </w:p>
        </w:tc>
        <w:tc>
          <w:tcPr>
            <w:tcW w:w="1530" w:type="dxa"/>
          </w:tcPr>
          <w:p w:rsidR="00D3287D" w:rsidRDefault="00D3287D" w:rsidP="00214505">
            <w:pPr>
              <w:pStyle w:val="ListParagraph"/>
              <w:ind w:left="0"/>
            </w:pPr>
          </w:p>
        </w:tc>
        <w:tc>
          <w:tcPr>
            <w:tcW w:w="1579" w:type="dxa"/>
          </w:tcPr>
          <w:p w:rsidR="00D3287D" w:rsidRDefault="00D3287D" w:rsidP="00214505">
            <w:pPr>
              <w:pStyle w:val="ListParagraph"/>
              <w:ind w:left="0"/>
            </w:pPr>
          </w:p>
        </w:tc>
      </w:tr>
      <w:tr w:rsidR="00D3287D" w:rsidTr="00214505">
        <w:trPr>
          <w:trHeight w:val="288"/>
        </w:trPr>
        <w:tc>
          <w:tcPr>
            <w:tcW w:w="1522" w:type="dxa"/>
          </w:tcPr>
          <w:p w:rsidR="00D3287D" w:rsidRPr="00B20535" w:rsidRDefault="00D3287D" w:rsidP="00214505">
            <w:pPr>
              <w:pStyle w:val="ListParagraph"/>
              <w:ind w:left="0"/>
              <w:rPr>
                <w:b/>
                <w:i/>
              </w:rPr>
            </w:pPr>
            <w:r>
              <w:rPr>
                <w:b/>
                <w:i/>
              </w:rPr>
              <w:t>Ratio:</w:t>
            </w:r>
          </w:p>
        </w:tc>
        <w:tc>
          <w:tcPr>
            <w:tcW w:w="1522" w:type="dxa"/>
          </w:tcPr>
          <w:p w:rsidR="00D3287D" w:rsidRDefault="00D3287D" w:rsidP="00214505">
            <w:pPr>
              <w:pStyle w:val="ListParagraph"/>
              <w:ind w:left="0"/>
            </w:pPr>
          </w:p>
        </w:tc>
        <w:tc>
          <w:tcPr>
            <w:tcW w:w="1530" w:type="dxa"/>
          </w:tcPr>
          <w:p w:rsidR="00D3287D" w:rsidRDefault="00D3287D" w:rsidP="00214505">
            <w:pPr>
              <w:pStyle w:val="ListParagraph"/>
              <w:ind w:left="0"/>
            </w:pPr>
          </w:p>
        </w:tc>
        <w:tc>
          <w:tcPr>
            <w:tcW w:w="1579" w:type="dxa"/>
          </w:tcPr>
          <w:p w:rsidR="00D3287D" w:rsidRDefault="00D3287D" w:rsidP="00214505">
            <w:pPr>
              <w:pStyle w:val="ListParagraph"/>
              <w:ind w:left="0"/>
            </w:pPr>
          </w:p>
        </w:tc>
      </w:tr>
      <w:tr w:rsidR="00D3287D" w:rsidTr="00214505">
        <w:trPr>
          <w:trHeight w:val="288"/>
        </w:trPr>
        <w:tc>
          <w:tcPr>
            <w:tcW w:w="1522" w:type="dxa"/>
          </w:tcPr>
          <w:p w:rsidR="00D3287D" w:rsidRPr="00B20535" w:rsidRDefault="00D3287D" w:rsidP="00214505">
            <w:pPr>
              <w:pStyle w:val="ListParagraph"/>
              <w:ind w:left="0"/>
              <w:rPr>
                <w:i/>
              </w:rPr>
            </w:pPr>
            <w:r>
              <w:rPr>
                <w:b/>
                <w:i/>
              </w:rPr>
              <w:t xml:space="preserve">Value </w:t>
            </w:r>
            <w:r>
              <w:rPr>
                <w:i/>
              </w:rPr>
              <w:t>for this triangle:</w:t>
            </w:r>
          </w:p>
        </w:tc>
        <w:tc>
          <w:tcPr>
            <w:tcW w:w="1522" w:type="dxa"/>
          </w:tcPr>
          <w:p w:rsidR="00D3287D" w:rsidRDefault="00D3287D" w:rsidP="00214505">
            <w:pPr>
              <w:pStyle w:val="ListParagraph"/>
              <w:ind w:left="0"/>
            </w:pPr>
          </w:p>
        </w:tc>
        <w:tc>
          <w:tcPr>
            <w:tcW w:w="1530" w:type="dxa"/>
          </w:tcPr>
          <w:p w:rsidR="00D3287D" w:rsidRDefault="00D3287D" w:rsidP="00214505">
            <w:pPr>
              <w:pStyle w:val="ListParagraph"/>
              <w:ind w:left="0"/>
            </w:pPr>
          </w:p>
        </w:tc>
        <w:tc>
          <w:tcPr>
            <w:tcW w:w="1579" w:type="dxa"/>
          </w:tcPr>
          <w:p w:rsidR="00D3287D" w:rsidRDefault="00D3287D" w:rsidP="00214505">
            <w:pPr>
              <w:pStyle w:val="ListParagraph"/>
              <w:ind w:left="0"/>
            </w:pPr>
          </w:p>
        </w:tc>
      </w:tr>
    </w:tbl>
    <w:p w:rsidR="00D3287D" w:rsidRDefault="00D3287D" w:rsidP="00D3287D">
      <w:pPr>
        <w:pStyle w:val="ListParagraph"/>
      </w:pPr>
    </w:p>
    <w:p w:rsidR="00D3287D" w:rsidRDefault="00D3287D" w:rsidP="00D3287D">
      <w:pPr>
        <w:pStyle w:val="ListParagraph"/>
      </w:pPr>
    </w:p>
    <w:p w:rsidR="00D3287D" w:rsidRDefault="00D3287D" w:rsidP="00D3287D">
      <w:pPr>
        <w:pStyle w:val="ListParagraph"/>
      </w:pPr>
    </w:p>
    <w:p w:rsidR="00D3287D" w:rsidRDefault="00D3287D" w:rsidP="00D3287D">
      <w:pPr>
        <w:pStyle w:val="ListParagraph"/>
      </w:pPr>
    </w:p>
    <w:p w:rsidR="00D3287D" w:rsidRDefault="00D3287D" w:rsidP="00D3287D">
      <w:pPr>
        <w:pStyle w:val="ListParagraph"/>
      </w:pPr>
    </w:p>
    <w:p w:rsidR="00D3287D" w:rsidRDefault="00D3287D" w:rsidP="00D3287D">
      <w:pPr>
        <w:pStyle w:val="ListParagraph"/>
      </w:pPr>
    </w:p>
    <w:p w:rsidR="00D3287D" w:rsidRDefault="00D3287D" w:rsidP="00D3287D">
      <w:pPr>
        <w:pStyle w:val="ListParagraph"/>
      </w:pPr>
    </w:p>
    <w:tbl>
      <w:tblPr>
        <w:tblStyle w:val="TableGrid"/>
        <w:tblpPr w:leftFromText="180" w:rightFromText="180" w:vertAnchor="page" w:horzAnchor="margin" w:tblpXSpec="right" w:tblpY="9713"/>
        <w:tblW w:w="0" w:type="auto"/>
        <w:tblLook w:val="04A0"/>
      </w:tblPr>
      <w:tblGrid>
        <w:gridCol w:w="1522"/>
        <w:gridCol w:w="1522"/>
        <w:gridCol w:w="1530"/>
        <w:gridCol w:w="1579"/>
      </w:tblGrid>
      <w:tr w:rsidR="00497C6A" w:rsidTr="00497C6A">
        <w:trPr>
          <w:trHeight w:val="262"/>
        </w:trPr>
        <w:tc>
          <w:tcPr>
            <w:tcW w:w="1522" w:type="dxa"/>
          </w:tcPr>
          <w:p w:rsidR="00497C6A" w:rsidRPr="00B20535" w:rsidRDefault="00497C6A" w:rsidP="00497C6A">
            <w:pPr>
              <w:pStyle w:val="ListParagraph"/>
              <w:ind w:left="0"/>
              <w:rPr>
                <w:b/>
                <w:i/>
              </w:rPr>
            </w:pPr>
            <w:r>
              <w:rPr>
                <w:b/>
                <w:i/>
              </w:rPr>
              <w:t>Side:</w:t>
            </w:r>
          </w:p>
        </w:tc>
        <w:tc>
          <w:tcPr>
            <w:tcW w:w="1522" w:type="dxa"/>
          </w:tcPr>
          <w:p w:rsidR="00497C6A" w:rsidRDefault="00497C6A" w:rsidP="00497C6A">
            <w:pPr>
              <w:pStyle w:val="ListParagraph"/>
              <w:tabs>
                <w:tab w:val="left" w:pos="1275"/>
              </w:tabs>
              <w:ind w:left="0"/>
            </w:pPr>
          </w:p>
        </w:tc>
        <w:tc>
          <w:tcPr>
            <w:tcW w:w="1530" w:type="dxa"/>
          </w:tcPr>
          <w:p w:rsidR="00497C6A" w:rsidRDefault="00497C6A" w:rsidP="00497C6A">
            <w:pPr>
              <w:pStyle w:val="ListParagraph"/>
              <w:ind w:left="0"/>
            </w:pPr>
          </w:p>
        </w:tc>
        <w:tc>
          <w:tcPr>
            <w:tcW w:w="1579" w:type="dxa"/>
          </w:tcPr>
          <w:p w:rsidR="00497C6A" w:rsidRDefault="00497C6A" w:rsidP="00497C6A">
            <w:pPr>
              <w:pStyle w:val="ListParagraph"/>
              <w:ind w:left="0"/>
            </w:pPr>
          </w:p>
        </w:tc>
      </w:tr>
      <w:tr w:rsidR="00497C6A" w:rsidTr="00497C6A">
        <w:trPr>
          <w:trHeight w:val="288"/>
        </w:trPr>
        <w:tc>
          <w:tcPr>
            <w:tcW w:w="1522" w:type="dxa"/>
          </w:tcPr>
          <w:p w:rsidR="00497C6A" w:rsidRPr="00B20535" w:rsidRDefault="00497C6A" w:rsidP="00497C6A">
            <w:pPr>
              <w:pStyle w:val="ListParagraph"/>
              <w:ind w:left="0"/>
              <w:rPr>
                <w:b/>
                <w:i/>
              </w:rPr>
            </w:pPr>
            <w:r>
              <w:rPr>
                <w:b/>
                <w:i/>
              </w:rPr>
              <w:t>Ratio:</w:t>
            </w:r>
          </w:p>
        </w:tc>
        <w:tc>
          <w:tcPr>
            <w:tcW w:w="1522" w:type="dxa"/>
          </w:tcPr>
          <w:p w:rsidR="00497C6A" w:rsidRDefault="00497C6A" w:rsidP="00497C6A">
            <w:pPr>
              <w:pStyle w:val="ListParagraph"/>
              <w:ind w:left="0"/>
            </w:pPr>
          </w:p>
        </w:tc>
        <w:tc>
          <w:tcPr>
            <w:tcW w:w="1530" w:type="dxa"/>
          </w:tcPr>
          <w:p w:rsidR="00497C6A" w:rsidRDefault="00497C6A" w:rsidP="00497C6A">
            <w:pPr>
              <w:pStyle w:val="ListParagraph"/>
              <w:ind w:left="0"/>
            </w:pPr>
          </w:p>
        </w:tc>
        <w:tc>
          <w:tcPr>
            <w:tcW w:w="1579" w:type="dxa"/>
          </w:tcPr>
          <w:p w:rsidR="00497C6A" w:rsidRDefault="00497C6A" w:rsidP="00497C6A">
            <w:pPr>
              <w:pStyle w:val="ListParagraph"/>
              <w:ind w:left="0"/>
            </w:pPr>
          </w:p>
        </w:tc>
      </w:tr>
      <w:tr w:rsidR="00497C6A" w:rsidTr="00497C6A">
        <w:trPr>
          <w:trHeight w:val="288"/>
        </w:trPr>
        <w:tc>
          <w:tcPr>
            <w:tcW w:w="1522" w:type="dxa"/>
          </w:tcPr>
          <w:p w:rsidR="00497C6A" w:rsidRPr="00B20535" w:rsidRDefault="00497C6A" w:rsidP="00497C6A">
            <w:pPr>
              <w:pStyle w:val="ListParagraph"/>
              <w:ind w:left="0"/>
              <w:rPr>
                <w:i/>
              </w:rPr>
            </w:pPr>
            <w:r>
              <w:rPr>
                <w:b/>
                <w:i/>
              </w:rPr>
              <w:t xml:space="preserve">Value </w:t>
            </w:r>
            <w:r>
              <w:rPr>
                <w:i/>
              </w:rPr>
              <w:t>for this triangle:</w:t>
            </w:r>
          </w:p>
        </w:tc>
        <w:tc>
          <w:tcPr>
            <w:tcW w:w="1522" w:type="dxa"/>
          </w:tcPr>
          <w:p w:rsidR="00497C6A" w:rsidRDefault="00497C6A" w:rsidP="00497C6A">
            <w:pPr>
              <w:pStyle w:val="ListParagraph"/>
              <w:ind w:left="0"/>
            </w:pPr>
          </w:p>
        </w:tc>
        <w:tc>
          <w:tcPr>
            <w:tcW w:w="1530" w:type="dxa"/>
          </w:tcPr>
          <w:p w:rsidR="00497C6A" w:rsidRDefault="00497C6A" w:rsidP="00497C6A">
            <w:pPr>
              <w:pStyle w:val="ListParagraph"/>
              <w:ind w:left="0"/>
            </w:pPr>
          </w:p>
        </w:tc>
        <w:tc>
          <w:tcPr>
            <w:tcW w:w="1579" w:type="dxa"/>
          </w:tcPr>
          <w:p w:rsidR="00497C6A" w:rsidRDefault="00497C6A" w:rsidP="00497C6A">
            <w:pPr>
              <w:pStyle w:val="ListParagraph"/>
              <w:ind w:left="0"/>
            </w:pPr>
          </w:p>
        </w:tc>
      </w:tr>
    </w:tbl>
    <w:p w:rsidR="00D3287D" w:rsidRDefault="00497C6A" w:rsidP="00D3287D">
      <w:pPr>
        <w:pStyle w:val="ListParagraph"/>
        <w:numPr>
          <w:ilvl w:val="0"/>
          <w:numId w:val="5"/>
        </w:numPr>
      </w:pPr>
      <w:r>
        <w:t xml:space="preserve"> </w:t>
      </w:r>
    </w:p>
    <w:p w:rsidR="00D3287D" w:rsidRDefault="00D3287D"/>
    <w:p w:rsidR="00D3287D" w:rsidRDefault="00497C6A">
      <w:r>
        <w:rPr>
          <w:noProof/>
        </w:rPr>
        <w:pict>
          <v:group id="_x0000_s1042" style="position:absolute;margin-left:37.8pt;margin-top:6.3pt;width:146.45pt;height:113.75pt;z-index:251768832" coordorigin="2595,10482" coordsize="2929,2275">
            <v:shape id="Right Triangle 37" o:spid="_x0000_s1038" type="#_x0000_t6" style="position:absolute;left:2772;top:10482;width:2484;height:2275;rotation:8978192fd;visibility:visible;mso-width-relative:margin;mso-height-relative:margin;v-text-anchor:middle" o:regroupid="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" fillcolor="#4f81bd [3204]" strokecolor="black [3213]">
              <v:fill opacity="15728f" color2="#a7bfde [1620]" rotate="t" colors="0 #3f80cd;655f #9bc1ff" type="gradient">
                <o:fill v:ext="view" type="gradientUnscaled"/>
              </v:fill>
              <v:shadow on="t" opacity="22937f" origin=",.5" offset="0,.63889mm"/>
            </v:shape>
            <v:shape id="Text Box 38" o:spid="_x0000_s1039" type="#_x0000_t202" style="position:absolute;left:2595;top:11244;width:620;height:540;visibility:visible;mso-height-relative:margin" o:regroupid="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" filled="f" stroked="f">
              <v:textbox style="mso-next-textbox:#Text Box 38">
                <w:txbxContent>
                  <w:p w:rsidR="00D3287D" w:rsidRDefault="00D3287D" w:rsidP="00D3287D">
                    <w:r>
                      <w:t>45</w:t>
                    </w:r>
                    <w:r w:rsidRPr="00FB4300">
                      <w:rPr>
                        <w:rFonts w:ascii="Lucida Grande" w:hAnsi="Lucida Grande" w:cs="Lucida Grande"/>
                        <w:b/>
                        <w:color w:val="000000"/>
                      </w:rPr>
                      <w:t>°</w:t>
                    </w:r>
                  </w:p>
                </w:txbxContent>
              </v:textbox>
            </v:shape>
            <v:shape id="Text Box 39" o:spid="_x0000_s1040" type="#_x0000_t202" style="position:absolute;left:4904;top:11174;width:620;height:540;visibility:visible;mso-height-relative:margin" o:regroupid="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" filled="f" stroked="f">
              <v:textbox style="mso-next-textbox:#Text Box 39">
                <w:txbxContent>
                  <w:p w:rsidR="00D3287D" w:rsidRDefault="00D3287D" w:rsidP="00D3287D">
                    <w:r>
                      <w:t>45</w:t>
                    </w:r>
                    <w:r w:rsidRPr="00FB4300">
                      <w:rPr>
                        <w:rFonts w:ascii="Lucida Grande" w:hAnsi="Lucida Grande" w:cs="Lucida Grande"/>
                        <w:b/>
                        <w:color w:val="000000"/>
                      </w:rPr>
                      <w:t>°</w:t>
                    </w:r>
                  </w:p>
                </w:txbxContent>
              </v:textbox>
            </v:shape>
            <v:shape id="Text Box 39" o:spid="_x0000_s1041" type="#_x0000_t202" style="position:absolute;left:3768;top:11589;width:532;height:540;visibility:visible;mso-height-relative:margin" o:regroupid="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" filled="f" stroked="f">
              <v:textbox style="mso-next-textbox:#Text Box 39">
                <w:txbxContent>
                  <w:p w:rsidR="00D3287D" w:rsidRDefault="00497C6A" w:rsidP="00D3287D">
                    <w:r>
                      <w:t>12</w:t>
                    </w:r>
                  </w:p>
                </w:txbxContent>
              </v:textbox>
            </v:shape>
          </v:group>
        </w:pict>
      </w:r>
    </w:p>
    <w:p w:rsidR="00D3287D" w:rsidRDefault="00D3287D"/>
    <w:p w:rsidR="00D3287D" w:rsidRDefault="00D3287D"/>
    <w:p w:rsidR="00D3287D" w:rsidRDefault="00D3287D"/>
    <w:p w:rsidR="00D3287D" w:rsidRDefault="00D3287D"/>
    <w:p w:rsidR="00D3287D" w:rsidRDefault="00D3287D"/>
    <w:p w:rsidR="00D3287D" w:rsidRDefault="00D3287D"/>
    <w:p w:rsidR="00497C6A" w:rsidRPr="00497C6A" w:rsidRDefault="00497C6A" w:rsidP="00497C6A">
      <w:pPr>
        <w:rPr>
          <w:b/>
        </w:rPr>
      </w:pPr>
      <w:r w:rsidRPr="00497C6A">
        <w:rPr>
          <w:b/>
        </w:rPr>
        <w:t>Find the value of the missing side</w:t>
      </w:r>
      <w:r w:rsidR="00AD2150">
        <w:rPr>
          <w:b/>
        </w:rPr>
        <w:t xml:space="preserve"> or angle to the nearest tenth</w:t>
      </w:r>
      <w:r w:rsidRPr="00497C6A">
        <w:rPr>
          <w:b/>
        </w:rPr>
        <w:t>:</w:t>
      </w:r>
    </w:p>
    <w:tbl>
      <w:tblPr>
        <w:tblStyle w:val="TableGrid"/>
        <w:tblW w:w="0" w:type="auto"/>
        <w:tblLayout w:type="fixed"/>
        <w:tblLook w:val="04A0"/>
      </w:tblPr>
      <w:tblGrid>
        <w:gridCol w:w="5640"/>
        <w:gridCol w:w="5376"/>
      </w:tblGrid>
      <w:tr w:rsidR="00497C6A" w:rsidTr="00214505">
        <w:tc>
          <w:tcPr>
            <w:tcW w:w="5640" w:type="dxa"/>
          </w:tcPr>
          <w:p w:rsidR="00497C6A" w:rsidRDefault="00497C6A" w:rsidP="00497C6A">
            <w:pPr>
              <w:pStyle w:val="ListParagraph"/>
              <w:numPr>
                <w:ilvl w:val="0"/>
                <w:numId w:val="5"/>
              </w:numPr>
            </w:pPr>
            <w:r>
              <w:rPr>
                <w:noProof/>
              </w:rPr>
              <w:pict>
                <v:group id="_x0000_s1049" style="position:absolute;left:0;text-align:left;margin-left:26.1pt;margin-top:2.45pt;width:119.8pt;height:124.1pt;z-index:251769856" coordorigin="1581,9481" coordsize="2396,2482">
                  <v:shape id="Right Triangle 4" o:spid="_x0000_s1050" type="#_x0000_t6" style="position:absolute;left:2160;top:9481;width:1800;height:2340;visibility:visible;v-text-anchor:middle" wrapcoords="-180 0 -180 21462 21780 21462 360 0 -18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" fillcolor="#cfc" strokecolor="black [3213]">
                    <v:fill opacity="9252f"/>
                    <v:shadow on="t" opacity="22937f" origin=",.5" offset="0,.63889mm"/>
                  </v:shape>
                  <v:shape id="Text Box 5" o:spid="_x0000_s1051" type="#_x0000_t202" style="position:absolute;left:3060;top:10381;width:600;height:360;visibility:visible;mso-wrap-style:non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" filled="f" stroked="f">
                    <v:textbox style="mso-next-textbox:#Text Box 5">
                      <w:txbxContent>
                        <w:p w:rsidR="00497C6A" w:rsidRDefault="00AD2150" w:rsidP="00497C6A">
                          <w:r>
                            <w:t>9 ft</w:t>
                          </w:r>
                        </w:p>
                      </w:txbxContent>
                    </v:textbox>
                  </v:shape>
                  <v:shape id="Text Box 6" o:spid="_x0000_s1052" type="#_x0000_t202" style="position:absolute;left:3257;top:11423;width:720;height:540;visibility:visibl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" filled="f" stroked="f">
                    <v:textbox style="mso-next-textbox:#Text Box 6">
                      <w:txbxContent>
                        <w:p w:rsidR="00497C6A" w:rsidRDefault="00497C6A" w:rsidP="00497C6A">
                          <w:r>
                            <w:t>40</w:t>
                          </w:r>
                          <w:r w:rsidRPr="00BA6471">
                            <w:rPr>
                              <w:rFonts w:ascii="Lucida Grande" w:hAnsi="Lucida Grande" w:cs="Lucida Grande"/>
                              <w:b/>
                              <w:color w:val="000000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7" o:spid="_x0000_s1053" type="#_x0000_t202" style="position:absolute;left:1581;top:10484;width:900;height:5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" filled="f" stroked="f">
                    <v:textbox style="mso-next-textbox:#Text Box 7">
                      <w:txbxContent>
                        <w:p w:rsidR="00497C6A" w:rsidRDefault="00AD2150" w:rsidP="00497C6A">
                          <w:r>
                            <w:t xml:space="preserve">     </w:t>
                          </w:r>
                          <w:proofErr w:type="gramStart"/>
                          <w: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</v:group>
              </w:pict>
            </w:r>
            <w:r>
              <w:t xml:space="preserve"> </w:t>
            </w:r>
          </w:p>
          <w:p w:rsidR="00497C6A" w:rsidRDefault="00497C6A" w:rsidP="00497C6A"/>
          <w:p w:rsidR="00497C6A" w:rsidRDefault="00497C6A" w:rsidP="00497C6A"/>
          <w:p w:rsidR="00497C6A" w:rsidRDefault="00497C6A" w:rsidP="00497C6A"/>
          <w:p w:rsidR="00497C6A" w:rsidRDefault="00497C6A" w:rsidP="00497C6A"/>
          <w:p w:rsidR="00497C6A" w:rsidRDefault="00497C6A" w:rsidP="00497C6A"/>
          <w:p w:rsidR="00497C6A" w:rsidRDefault="00497C6A" w:rsidP="00497C6A"/>
          <w:p w:rsidR="00497C6A" w:rsidRDefault="00497C6A" w:rsidP="00497C6A"/>
          <w:p w:rsidR="00497C6A" w:rsidRDefault="00497C6A" w:rsidP="00497C6A"/>
          <w:p w:rsidR="00497C6A" w:rsidRDefault="00497C6A" w:rsidP="00497C6A"/>
        </w:tc>
        <w:tc>
          <w:tcPr>
            <w:tcW w:w="5376" w:type="dxa"/>
          </w:tcPr>
          <w:p w:rsidR="00497C6A" w:rsidRDefault="00AD2150" w:rsidP="00497C6A">
            <w:pPr>
              <w:pStyle w:val="ListParagraph"/>
              <w:numPr>
                <w:ilvl w:val="0"/>
                <w:numId w:val="5"/>
              </w:numPr>
            </w:pPr>
            <w:r>
              <w:rPr>
                <w:noProof/>
              </w:rPr>
              <w:pict>
                <v:group id="_x0000_s1059" style="position:absolute;left:0;text-align:left;margin-left:11.85pt;margin-top:19.55pt;width:117pt;height:104.6pt;z-index:251776000;mso-position-horizontal-relative:text;mso-position-vertical-relative:text" coordorigin="6597,12539" coordsize="2340,2092">
                  <v:shape id="Right Triangle 8" o:spid="_x0000_s1055" type="#_x0000_t6" style="position:absolute;left:6867;top:12269;width:1800;height:2340;rotation:-7430108fd;visibility:visible;v-text-anchor:middle" wrapcoords="21780 21185 180 -277 -180 415 -360 21462 0 21600 21420 21738 21780 21185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" fillcolor="#cfc" strokecolor="black [3213]">
                    <v:fill opacity="9252f"/>
                    <v:shadow on="t" opacity="22937f" origin=",.5" offset="0,.63889mm"/>
                  </v:shape>
                  <v:shape id="Text Box 10" o:spid="_x0000_s1056" type="#_x0000_t202" style="position:absolute;left:7240;top:14091;width:720;height:540;rotation:-1494358fd;visibility:visible;mso-width-relative:margin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" filled="f" stroked="f">
                    <v:textbox style="mso-next-textbox:#Text Box 10">
                      <w:txbxContent>
                        <w:p w:rsidR="00AD2150" w:rsidRDefault="00AD2150" w:rsidP="00AD2150">
                          <w:r>
                            <w:t>20</w:t>
                          </w:r>
                          <w:r w:rsidRPr="00BA6471">
                            <w:rPr>
                              <w:rFonts w:ascii="Lucida Grande" w:hAnsi="Lucida Grande" w:cs="Lucida Grande"/>
                              <w:b/>
                              <w:color w:val="000000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11" o:spid="_x0000_s1057" type="#_x0000_t202" style="position:absolute;left:8291;top:14009;width:448;height:540;rotation:-1545958fd;visibility:visible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" filled="f" stroked="f">
                    <v:textbox style="mso-next-textbox:#Text Box 11">
                      <w:txbxContent>
                        <w:p w:rsidR="00AD2150" w:rsidRDefault="00AD2150" w:rsidP="00AD2150">
                          <w:proofErr w:type="gramStart"/>
                          <w:r>
                            <w:t>y</w:t>
                          </w:r>
                          <w:proofErr w:type="gramEnd"/>
                        </w:p>
                      </w:txbxContent>
                    </v:textbox>
                  </v:shape>
                  <v:shape id="Text Box 13" o:spid="_x0000_s1058" type="#_x0000_t202" style="position:absolute;left:7270;top:12894;width:740;height:578;rotation:-4045914fd;visibility:visible;mso-wrap-style:none;mso-height-relative:margin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" filled="f" stroked="f">
                    <v:textbox style="mso-next-textbox:#Text Box 13">
                      <w:txbxContent>
                        <w:p w:rsidR="00AD2150" w:rsidRDefault="00AD2150" w:rsidP="00AD2150">
                          <w:r>
                            <w:t>45 ft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 w:rsidR="00AD2150" w:rsidTr="00214505">
        <w:tc>
          <w:tcPr>
            <w:tcW w:w="5640" w:type="dxa"/>
          </w:tcPr>
          <w:p w:rsidR="00AD2150" w:rsidRDefault="00AD2150" w:rsidP="00214505">
            <w:pPr>
              <w:pStyle w:val="ListParagraph"/>
              <w:numPr>
                <w:ilvl w:val="0"/>
                <w:numId w:val="5"/>
              </w:numPr>
            </w:pPr>
            <w:bookmarkStart w:id="0" w:name="_GoBack"/>
            <w:bookmarkEnd w:id="0"/>
            <w:r>
              <w:rPr>
                <w:noProof/>
              </w:rPr>
              <w:lastRenderedPageBreak/>
              <w:pict>
                <v:group id="_x0000_s1060" style="position:absolute;left:0;text-align:left;margin-left:26.1pt;margin-top:2.45pt;width:119.8pt;height:124.1pt;z-index:251778048;mso-position-horizontal-relative:text;mso-position-vertical-relative:text" coordorigin="1581,9481" coordsize="2396,2482">
                  <v:shape id="Right Triangle 4" o:spid="_x0000_s1061" type="#_x0000_t6" style="position:absolute;left:2160;top:9481;width:1800;height:2340;visibility:visible;v-text-anchor:middle" wrapcoords="-180 0 -180 21462 21780 21462 360 0 -18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" fillcolor="#cfc" strokecolor="black [3213]">
                    <v:fill opacity="9252f"/>
                    <v:shadow on="t" opacity="22937f" origin=",.5" offset="0,.63889mm"/>
                  </v:shape>
                  <v:shape id="Text Box 5" o:spid="_x0000_s1062" type="#_x0000_t202" style="position:absolute;left:3060;top:10381;width:600;height:360;visibility:visible;mso-wrap-style:non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" filled="f" stroked="f">
                    <v:textbox style="mso-next-textbox:#Text Box 5">
                      <w:txbxContent>
                        <w:p w:rsidR="00AD2150" w:rsidRDefault="00AD2150" w:rsidP="00AD2150">
                          <w:r>
                            <w:t>9 ft</w:t>
                          </w:r>
                        </w:p>
                      </w:txbxContent>
                    </v:textbox>
                  </v:shape>
                  <v:shape id="Text Box 6" o:spid="_x0000_s1063" type="#_x0000_t202" style="position:absolute;left:3257;top:11423;width:720;height:540;visibility:visibl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" filled="f" stroked="f">
                    <v:textbox style="mso-next-textbox:#Text Box 6">
                      <w:txbxContent>
                        <w:p w:rsidR="00AD2150" w:rsidRDefault="00AD2150" w:rsidP="00AD2150">
                          <w:r>
                            <w:t xml:space="preserve"> ϴ</w:t>
                          </w:r>
                        </w:p>
                      </w:txbxContent>
                    </v:textbox>
                  </v:shape>
                  <v:shape id="Text Box 7" o:spid="_x0000_s1064" type="#_x0000_t202" style="position:absolute;left:1581;top:10484;width:900;height:5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" filled="f" stroked="f">
                    <v:textbox style="mso-next-textbox:#Text Box 7">
                      <w:txbxContent>
                        <w:p w:rsidR="00AD2150" w:rsidRDefault="00AD2150" w:rsidP="00AD2150">
                          <w:r>
                            <w:t>8 ft</w:t>
                          </w:r>
                        </w:p>
                      </w:txbxContent>
                    </v:textbox>
                  </v:shape>
                </v:group>
              </w:pict>
            </w:r>
            <w:r>
              <w:t xml:space="preserve"> </w:t>
            </w:r>
          </w:p>
          <w:p w:rsidR="00AD2150" w:rsidRDefault="00AD2150" w:rsidP="00214505"/>
          <w:p w:rsidR="00AD2150" w:rsidRDefault="00AD2150" w:rsidP="00214505"/>
          <w:p w:rsidR="00AD2150" w:rsidRDefault="00AD2150" w:rsidP="00214505"/>
          <w:p w:rsidR="00AD2150" w:rsidRDefault="00AD2150" w:rsidP="00214505"/>
          <w:p w:rsidR="00AD2150" w:rsidRDefault="00AD2150" w:rsidP="00214505"/>
          <w:p w:rsidR="00AD2150" w:rsidRDefault="00AD2150" w:rsidP="00214505"/>
          <w:p w:rsidR="00AD2150" w:rsidRDefault="00AD2150" w:rsidP="00214505"/>
          <w:p w:rsidR="00AD2150" w:rsidRDefault="00AD2150" w:rsidP="00214505"/>
          <w:p w:rsidR="00AD2150" w:rsidRDefault="00AD2150" w:rsidP="00214505"/>
          <w:p w:rsidR="00944ABC" w:rsidRDefault="00944ABC" w:rsidP="00214505"/>
          <w:p w:rsidR="00944ABC" w:rsidRDefault="00944ABC" w:rsidP="00214505"/>
        </w:tc>
        <w:tc>
          <w:tcPr>
            <w:tcW w:w="5376" w:type="dxa"/>
          </w:tcPr>
          <w:p w:rsidR="00AD2150" w:rsidRDefault="00AD2150" w:rsidP="00214505">
            <w:pPr>
              <w:pStyle w:val="ListParagraph"/>
              <w:numPr>
                <w:ilvl w:val="0"/>
                <w:numId w:val="5"/>
              </w:numPr>
            </w:pPr>
            <w:r>
              <w:rPr>
                <w:noProof/>
              </w:rPr>
              <w:pict>
                <v:group id="_x0000_s1070" style="position:absolute;left:0;text-align:left;margin-left:11.85pt;margin-top:19.55pt;width:146.55pt;height:109.4pt;z-index:251784192;mso-position-horizontal-relative:text;mso-position-vertical-relative:text" coordorigin="6597,1121" coordsize="2931,2188">
                  <v:shape id="Right Triangle 8" o:spid="_x0000_s1066" type="#_x0000_t6" style="position:absolute;left:6867;top:851;width:1800;height:2340;rotation:-7430108fd;visibility:visible;v-text-anchor:middle" wrapcoords="21780 21185 180 -277 -180 415 -360 21462 0 21600 21420 21738 21780 21185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" fillcolor="#cfc" strokecolor="black [3213]">
                    <v:fill opacity="9252f"/>
                    <v:shadow on="t" opacity="22937f" origin=",.5" offset="0,.63889mm"/>
                  </v:shape>
                  <v:shape id="Text Box 10" o:spid="_x0000_s1067" type="#_x0000_t202" style="position:absolute;left:7240;top:2673;width:720;height:540;rotation:-1494358fd;visibility:visible;mso-width-relative:margin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" filled="f" stroked="f">
                    <v:textbox style="mso-next-textbox:#Text Box 10">
                      <w:txbxContent>
                        <w:p w:rsidR="00AD2150" w:rsidRDefault="00AD2150" w:rsidP="00AD2150">
                          <w:r>
                            <w:t xml:space="preserve"> </w:t>
                          </w:r>
                          <w:r w:rsidRPr="00AD2150">
                            <w:rPr>
                              <w:sz w:val="28"/>
                            </w:rPr>
                            <w:t>Φ</w:t>
                          </w:r>
                        </w:p>
                      </w:txbxContent>
                    </v:textbox>
                  </v:shape>
                  <v:shape id="Text Box 11" o:spid="_x0000_s1068" type="#_x0000_t202" style="position:absolute;left:8881;top:1198;width:647;height:630;rotation:-1545958fd;visibility:visible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" filled="f" stroked="f">
                    <v:textbox style="mso-next-textbox:#Text Box 11">
                      <w:txbxContent>
                        <w:p w:rsidR="00AD2150" w:rsidRDefault="00AD2150" w:rsidP="00AD2150">
                          <w:proofErr w:type="gramStart"/>
                          <w:r>
                            <w:t>7</w:t>
                          </w:r>
                          <w:proofErr w:type="gramEnd"/>
                          <w:r>
                            <w:t xml:space="preserve"> in</w:t>
                          </w:r>
                        </w:p>
                      </w:txbxContent>
                    </v:textbox>
                  </v:shape>
                  <v:shape id="Text Box 13" o:spid="_x0000_s1069" type="#_x0000_t202" style="position:absolute;left:8239;top:2629;width:740;height:620;rotation:-4045914fd;visibility:visible;mso-wrap-style:none;mso-height-relative:margin" o:regroupid="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" filled="f" stroked="f">
                    <v:textbox style="mso-next-textbox:#Text Box 13">
                      <w:txbxContent>
                        <w:p w:rsidR="00AD2150" w:rsidRDefault="00AD2150" w:rsidP="00AD2150">
                          <w:proofErr w:type="gramStart"/>
                          <w:r>
                            <w:t>13</w:t>
                          </w:r>
                          <w:proofErr w:type="gramEnd"/>
                          <w:r>
                            <w:t xml:space="preserve"> </w:t>
                          </w:r>
                          <w:r>
                            <w:t>in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 w:rsidR="00360587" w:rsidTr="00214505">
        <w:tc>
          <w:tcPr>
            <w:tcW w:w="5640" w:type="dxa"/>
          </w:tcPr>
          <w:p w:rsidR="00360587" w:rsidRDefault="00360587" w:rsidP="00497C6A">
            <w:pPr>
              <w:pStyle w:val="ListParagraph"/>
              <w:numPr>
                <w:ilvl w:val="0"/>
                <w:numId w:val="5"/>
              </w:numPr>
            </w:pPr>
          </w:p>
          <w:p w:rsidR="00360587" w:rsidRDefault="00A55BF1" w:rsidP="00214505">
            <w:r w:rsidRPr="00A55BF1">
              <w:drawing>
                <wp:inline distT="0" distB="0" distL="0" distR="0">
                  <wp:extent cx="2893326" cy="3848668"/>
                  <wp:effectExtent l="19050" t="0" r="2274" b="0"/>
                  <wp:docPr id="3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96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326" cy="3848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6" w:type="dxa"/>
          </w:tcPr>
          <w:p w:rsidR="00360587" w:rsidRDefault="00360587" w:rsidP="00497C6A">
            <w:pPr>
              <w:pStyle w:val="ListParagraph"/>
              <w:numPr>
                <w:ilvl w:val="0"/>
                <w:numId w:val="5"/>
              </w:numPr>
            </w:pPr>
          </w:p>
          <w:p w:rsidR="00360587" w:rsidRDefault="00A55BF1" w:rsidP="00214505">
            <w:r w:rsidRPr="00A55BF1">
              <w:drawing>
                <wp:inline distT="0" distB="0" distL="0" distR="0">
                  <wp:extent cx="2920621" cy="3193576"/>
                  <wp:effectExtent l="19050" t="0" r="0" b="0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55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0621" cy="3193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0587" w:rsidRDefault="00360587" w:rsidP="00214505"/>
          <w:p w:rsidR="00360587" w:rsidRDefault="00360587" w:rsidP="00214505"/>
          <w:p w:rsidR="00360587" w:rsidRDefault="00360587" w:rsidP="00214505"/>
          <w:p w:rsidR="00360587" w:rsidRDefault="00360587" w:rsidP="00214505"/>
          <w:p w:rsidR="00360587" w:rsidRDefault="00360587" w:rsidP="00214505"/>
        </w:tc>
      </w:tr>
      <w:tr w:rsidR="00360587" w:rsidTr="00214505">
        <w:tc>
          <w:tcPr>
            <w:tcW w:w="5640" w:type="dxa"/>
          </w:tcPr>
          <w:p w:rsidR="00360587" w:rsidRDefault="00360587" w:rsidP="00497C6A">
            <w:pPr>
              <w:pStyle w:val="ListParagraph"/>
              <w:numPr>
                <w:ilvl w:val="0"/>
                <w:numId w:val="5"/>
              </w:numPr>
            </w:pPr>
            <w:r>
              <w:t xml:space="preserve"> </w:t>
            </w:r>
            <w:r w:rsidR="00A55BF1">
              <w:t xml:space="preserve"> </w:t>
            </w:r>
          </w:p>
          <w:p w:rsidR="00A55BF1" w:rsidRDefault="00A55BF1" w:rsidP="00A55BF1">
            <w:r w:rsidRPr="00A55BF1">
              <w:drawing>
                <wp:inline distT="0" distB="0" distL="0" distR="0">
                  <wp:extent cx="3315771" cy="1433015"/>
                  <wp:effectExtent l="19050" t="0" r="0" b="0"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49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5771" cy="1433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0587" w:rsidRDefault="00360587" w:rsidP="00360587"/>
        </w:tc>
        <w:tc>
          <w:tcPr>
            <w:tcW w:w="5376" w:type="dxa"/>
          </w:tcPr>
          <w:p w:rsidR="00360587" w:rsidRDefault="00360587" w:rsidP="00497C6A">
            <w:pPr>
              <w:pStyle w:val="ListParagraph"/>
              <w:numPr>
                <w:ilvl w:val="0"/>
                <w:numId w:val="5"/>
              </w:numPr>
            </w:pPr>
            <w:r>
              <w:t xml:space="preserve"> </w:t>
            </w:r>
          </w:p>
          <w:p w:rsidR="00360587" w:rsidRDefault="00360587" w:rsidP="00360587">
            <w:r w:rsidRPr="00360587">
              <w:drawing>
                <wp:inline distT="0" distB="0" distL="0" distR="0">
                  <wp:extent cx="3029803" cy="2361063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3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9803" cy="23610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54AD" w:rsidRDefault="00A354AD"/>
    <w:sectPr w:rsidR="00A354AD" w:rsidSect="008D1D28">
      <w:footerReference w:type="default" r:id="rId12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FCE" w:rsidRDefault="004C6FCE" w:rsidP="004A1C66">
      <w:r>
        <w:separator/>
      </w:r>
    </w:p>
  </w:endnote>
  <w:endnote w:type="continuationSeparator" w:id="0">
    <w:p w:rsidR="004C6FCE" w:rsidRDefault="004C6FCE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FCE" w:rsidRDefault="004C6FCE" w:rsidP="004A1C66">
      <w:r>
        <w:separator/>
      </w:r>
    </w:p>
  </w:footnote>
  <w:footnote w:type="continuationSeparator" w:id="0">
    <w:p w:rsidR="004C6FCE" w:rsidRDefault="004C6FCE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A7EB9"/>
    <w:multiLevelType w:val="hybridMultilevel"/>
    <w:tmpl w:val="B6D474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E185C"/>
    <w:multiLevelType w:val="hybridMultilevel"/>
    <w:tmpl w:val="24A2DC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42AA8"/>
    <w:multiLevelType w:val="hybridMultilevel"/>
    <w:tmpl w:val="4B2093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BD6E23"/>
    <w:multiLevelType w:val="hybridMultilevel"/>
    <w:tmpl w:val="2C02C8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C33"/>
    <w:rsid w:val="000248E2"/>
    <w:rsid w:val="000A0C33"/>
    <w:rsid w:val="00195DD1"/>
    <w:rsid w:val="001B0A83"/>
    <w:rsid w:val="001C5B15"/>
    <w:rsid w:val="00242D79"/>
    <w:rsid w:val="00290E04"/>
    <w:rsid w:val="002F4CF2"/>
    <w:rsid w:val="00360587"/>
    <w:rsid w:val="003833EB"/>
    <w:rsid w:val="003B785F"/>
    <w:rsid w:val="00497C6A"/>
    <w:rsid w:val="004A1C66"/>
    <w:rsid w:val="004B270D"/>
    <w:rsid w:val="004C6FCE"/>
    <w:rsid w:val="004D05E9"/>
    <w:rsid w:val="004E6D2D"/>
    <w:rsid w:val="005666CA"/>
    <w:rsid w:val="00593F40"/>
    <w:rsid w:val="00635C2C"/>
    <w:rsid w:val="00653CFF"/>
    <w:rsid w:val="0065474E"/>
    <w:rsid w:val="0066796F"/>
    <w:rsid w:val="00674044"/>
    <w:rsid w:val="00690109"/>
    <w:rsid w:val="006D24AE"/>
    <w:rsid w:val="006F5A5F"/>
    <w:rsid w:val="00846041"/>
    <w:rsid w:val="008D1D28"/>
    <w:rsid w:val="00934081"/>
    <w:rsid w:val="00944ABC"/>
    <w:rsid w:val="009B59F1"/>
    <w:rsid w:val="009F11A5"/>
    <w:rsid w:val="00A26B17"/>
    <w:rsid w:val="00A354AD"/>
    <w:rsid w:val="00A55BF1"/>
    <w:rsid w:val="00AD2150"/>
    <w:rsid w:val="00B53200"/>
    <w:rsid w:val="00C46110"/>
    <w:rsid w:val="00CE4705"/>
    <w:rsid w:val="00D3287D"/>
    <w:rsid w:val="00DD6332"/>
    <w:rsid w:val="00E5621B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237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dcterms:created xsi:type="dcterms:W3CDTF">2015-03-09T04:14:00Z</dcterms:created>
  <dcterms:modified xsi:type="dcterms:W3CDTF">2015-03-10T04:32:00Z</dcterms:modified>
</cp:coreProperties>
</file>